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2557F5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07C8416" w14:textId="77777777" w:rsidR="002557F5" w:rsidRPr="002557F5" w:rsidRDefault="00B67D39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557F5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46AAF68" w:rsidR="00B67D39" w:rsidRPr="003E089A" w:rsidRDefault="002557F5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337FED37" w14:textId="2E4F984F" w:rsidR="00CC7E12" w:rsidRPr="00CD0478" w:rsidRDefault="00CC7E12" w:rsidP="00957BFD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957BFD" w:rsidRPr="00957BFD">
        <w:rPr>
          <w:rFonts w:cstheme="minorHAnsi"/>
          <w:b/>
        </w:rPr>
        <w:t xml:space="preserve">Wykonanie robót budowlanych </w:t>
      </w:r>
      <w:r w:rsidR="00957BFD">
        <w:rPr>
          <w:rFonts w:cstheme="minorHAnsi"/>
          <w:b/>
        </w:rPr>
        <w:br/>
      </w:r>
      <w:r w:rsidR="00957BFD" w:rsidRPr="00957BFD">
        <w:rPr>
          <w:rFonts w:cstheme="minorHAnsi"/>
          <w:b/>
        </w:rPr>
        <w:t>w branży elektroenergetycznej na terenie działania OŁD w RE</w:t>
      </w:r>
      <w:r w:rsidR="00551771">
        <w:rPr>
          <w:rFonts w:cstheme="minorHAnsi"/>
          <w:b/>
        </w:rPr>
        <w:t xml:space="preserve"> Żyrardów</w:t>
      </w:r>
      <w:r w:rsidR="00957BFD" w:rsidRPr="00957BFD">
        <w:rPr>
          <w:rFonts w:cstheme="minorHAnsi"/>
          <w:b/>
        </w:rPr>
        <w:t xml:space="preserve"> w podziale na </w:t>
      </w:r>
      <w:r w:rsidR="00551771">
        <w:rPr>
          <w:rFonts w:cstheme="minorHAnsi"/>
          <w:b/>
        </w:rPr>
        <w:t>4</w:t>
      </w:r>
      <w:r w:rsidR="00957BFD" w:rsidRPr="00957BFD">
        <w:rPr>
          <w:rFonts w:cstheme="minorHAnsi"/>
          <w:b/>
        </w:rPr>
        <w:t xml:space="preserve"> części</w:t>
      </w:r>
      <w:r w:rsidR="002557F5" w:rsidRPr="002557F5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 xml:space="preserve">nr </w:t>
      </w:r>
      <w:r w:rsidR="004C1C1E">
        <w:rPr>
          <w:rFonts w:cstheme="minorHAnsi"/>
          <w:b/>
        </w:rPr>
        <w:t>POST/DYS/OLD/GZ/</w:t>
      </w:r>
      <w:r w:rsidR="00912F08">
        <w:rPr>
          <w:rFonts w:cstheme="minorHAnsi"/>
          <w:b/>
        </w:rPr>
        <w:t>0</w:t>
      </w:r>
      <w:r w:rsidR="00551771">
        <w:rPr>
          <w:rFonts w:cstheme="minorHAnsi"/>
          <w:b/>
        </w:rPr>
        <w:t>0138</w:t>
      </w:r>
      <w:r w:rsidR="002557F5" w:rsidRPr="002557F5">
        <w:rPr>
          <w:rFonts w:cstheme="minorHAnsi"/>
          <w:b/>
        </w:rPr>
        <w:t>/202</w:t>
      </w:r>
      <w:r w:rsidR="00551771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2557F5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6A834014" w14:textId="77777777" w:rsidR="00CD0478" w:rsidRPr="00CC7E12" w:rsidRDefault="00CD0478" w:rsidP="00CD0478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83E1FD9" w14:textId="77777777" w:rsidR="00CD0478" w:rsidRPr="002C2C2F" w:rsidRDefault="00CD0478" w:rsidP="00CD047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1258A6D8" w14:textId="77777777" w:rsidR="00CD0478" w:rsidRPr="002C2C2F" w:rsidRDefault="00CD0478" w:rsidP="00CD0478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>
        <w:rPr>
          <w:rFonts w:cstheme="minorHAnsi"/>
        </w:rPr>
        <w:t xml:space="preserve">t.j.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6E056C3B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61160360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89C4C53" w14:textId="713AFACF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F28CD90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3B62FD1B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AD40775" w14:textId="7EB4BF92" w:rsidR="00CD0478" w:rsidRPr="00957BFD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632F02C5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5A3C0B91" w14:textId="7726454A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4A233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7D1F6746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8C9E616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348CA4FF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12A29DA9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038719C4" w14:textId="77777777" w:rsidR="00CD0478" w:rsidRPr="00CC7E12" w:rsidRDefault="00CD0478" w:rsidP="00CD0478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70F41E9C" w14:textId="77777777" w:rsidR="00CD0478" w:rsidRPr="00CC7E12" w:rsidRDefault="00CD0478" w:rsidP="00CD0478">
      <w:pPr>
        <w:jc w:val="both"/>
        <w:rPr>
          <w:rFonts w:cstheme="minorHAnsi"/>
          <w:sz w:val="16"/>
        </w:rPr>
      </w:pPr>
    </w:p>
    <w:p w14:paraId="79AA5069" w14:textId="382C3E1A" w:rsidR="00CC7E12" w:rsidRDefault="00CC7E12" w:rsidP="00381365">
      <w:pPr>
        <w:rPr>
          <w:rFonts w:cstheme="minorHAnsi"/>
          <w:sz w:val="16"/>
        </w:rPr>
      </w:pPr>
    </w:p>
    <w:p w14:paraId="14573A33" w14:textId="77777777" w:rsidR="00FF7F5A" w:rsidRDefault="00FF7F5A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2D1EDC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B51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0473F88" w14:textId="77777777" w:rsidR="00CD0478" w:rsidRPr="00872F1F" w:rsidRDefault="00CD0478" w:rsidP="00CD0478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85D1DCC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174CE956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7CA053FE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DC3299E" w14:textId="77777777" w:rsidR="00CD0478" w:rsidRPr="00872F1F" w:rsidRDefault="00CD0478" w:rsidP="00CD0478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3204D12" w14:textId="77777777" w:rsidR="00CD0478" w:rsidRPr="00872F1F" w:rsidRDefault="00CD0478" w:rsidP="00CD0478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93967A1" w14:textId="77777777" w:rsidR="00CD0478" w:rsidRPr="00872F1F" w:rsidRDefault="00CD0478" w:rsidP="00CD0478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497F41" w14:textId="77777777" w:rsidR="00CD0478" w:rsidRPr="00872F1F" w:rsidRDefault="00CD0478" w:rsidP="00CD0478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A3AC84" w14:textId="77777777" w:rsidR="00CD0478" w:rsidRPr="00872F1F" w:rsidRDefault="00CD0478" w:rsidP="00CD0478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7712" w14:textId="77777777" w:rsidR="002557F5" w:rsidRDefault="002557F5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62114762" w:rsidR="00347E8D" w:rsidRPr="002808CF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4388904" w:rsidR="00347E8D" w:rsidRPr="006B2C28" w:rsidRDefault="004C1C1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</w:t>
          </w:r>
          <w:r w:rsidR="00912F08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</w:t>
          </w:r>
          <w:r w:rsidR="00551771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0138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</w:t>
          </w:r>
          <w:r w:rsidR="00551771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38FBEE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8603673">
    <w:abstractNumId w:val="17"/>
  </w:num>
  <w:num w:numId="2" w16cid:durableId="1599487100">
    <w:abstractNumId w:val="7"/>
  </w:num>
  <w:num w:numId="3" w16cid:durableId="1020624807">
    <w:abstractNumId w:val="12"/>
  </w:num>
  <w:num w:numId="4" w16cid:durableId="1903130412">
    <w:abstractNumId w:val="19"/>
  </w:num>
  <w:num w:numId="5" w16cid:durableId="76679875">
    <w:abstractNumId w:val="17"/>
  </w:num>
  <w:num w:numId="6" w16cid:durableId="766659417">
    <w:abstractNumId w:val="17"/>
  </w:num>
  <w:num w:numId="7" w16cid:durableId="1403868986">
    <w:abstractNumId w:val="3"/>
  </w:num>
  <w:num w:numId="8" w16cid:durableId="1046369639">
    <w:abstractNumId w:val="26"/>
  </w:num>
  <w:num w:numId="9" w16cid:durableId="544024763">
    <w:abstractNumId w:val="16"/>
  </w:num>
  <w:num w:numId="10" w16cid:durableId="1385063591">
    <w:abstractNumId w:val="4"/>
  </w:num>
  <w:num w:numId="11" w16cid:durableId="968320573">
    <w:abstractNumId w:val="13"/>
  </w:num>
  <w:num w:numId="12" w16cid:durableId="583612072">
    <w:abstractNumId w:val="11"/>
  </w:num>
  <w:num w:numId="13" w16cid:durableId="464666205">
    <w:abstractNumId w:val="25"/>
  </w:num>
  <w:num w:numId="14" w16cid:durableId="525215953">
    <w:abstractNumId w:val="21"/>
  </w:num>
  <w:num w:numId="15" w16cid:durableId="465976323">
    <w:abstractNumId w:val="15"/>
  </w:num>
  <w:num w:numId="16" w16cid:durableId="2098138140">
    <w:abstractNumId w:val="9"/>
  </w:num>
  <w:num w:numId="17" w16cid:durableId="476648372">
    <w:abstractNumId w:val="5"/>
  </w:num>
  <w:num w:numId="18" w16cid:durableId="4374540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7222522">
    <w:abstractNumId w:val="0"/>
  </w:num>
  <w:num w:numId="20" w16cid:durableId="606158777">
    <w:abstractNumId w:val="27"/>
  </w:num>
  <w:num w:numId="21" w16cid:durableId="1354458907">
    <w:abstractNumId w:val="1"/>
  </w:num>
  <w:num w:numId="22" w16cid:durableId="1947231808">
    <w:abstractNumId w:val="14"/>
  </w:num>
  <w:num w:numId="23" w16cid:durableId="594946073">
    <w:abstractNumId w:val="10"/>
  </w:num>
  <w:num w:numId="24" w16cid:durableId="2145543756">
    <w:abstractNumId w:val="20"/>
  </w:num>
  <w:num w:numId="25" w16cid:durableId="1297754674">
    <w:abstractNumId w:val="24"/>
  </w:num>
  <w:num w:numId="26" w16cid:durableId="1888485690">
    <w:abstractNumId w:val="2"/>
  </w:num>
  <w:num w:numId="27" w16cid:durableId="740366644">
    <w:abstractNumId w:val="23"/>
  </w:num>
  <w:num w:numId="28" w16cid:durableId="417944839">
    <w:abstractNumId w:val="22"/>
  </w:num>
  <w:num w:numId="29" w16cid:durableId="631205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727821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0C9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57F5"/>
    <w:rsid w:val="00257F22"/>
    <w:rsid w:val="00264A06"/>
    <w:rsid w:val="00265B9D"/>
    <w:rsid w:val="00270752"/>
    <w:rsid w:val="002743D5"/>
    <w:rsid w:val="002768AC"/>
    <w:rsid w:val="002808CF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089A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06"/>
    <w:rsid w:val="0047759A"/>
    <w:rsid w:val="004925D9"/>
    <w:rsid w:val="00492AEE"/>
    <w:rsid w:val="00496248"/>
    <w:rsid w:val="00496273"/>
    <w:rsid w:val="004A723C"/>
    <w:rsid w:val="004B29F9"/>
    <w:rsid w:val="004C1C1E"/>
    <w:rsid w:val="004C2303"/>
    <w:rsid w:val="004D154B"/>
    <w:rsid w:val="004D63D5"/>
    <w:rsid w:val="004E1AB0"/>
    <w:rsid w:val="004E7573"/>
    <w:rsid w:val="004E7C52"/>
    <w:rsid w:val="004F0C4A"/>
    <w:rsid w:val="004F20AD"/>
    <w:rsid w:val="004F6B10"/>
    <w:rsid w:val="005067AE"/>
    <w:rsid w:val="00520308"/>
    <w:rsid w:val="00535E9B"/>
    <w:rsid w:val="005453F1"/>
    <w:rsid w:val="00551771"/>
    <w:rsid w:val="00551FB7"/>
    <w:rsid w:val="005563FF"/>
    <w:rsid w:val="00562E63"/>
    <w:rsid w:val="0056430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7F1D"/>
    <w:rsid w:val="00646FD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74E"/>
    <w:rsid w:val="007A1B94"/>
    <w:rsid w:val="007B094C"/>
    <w:rsid w:val="007B0FF0"/>
    <w:rsid w:val="007B50D8"/>
    <w:rsid w:val="007C6687"/>
    <w:rsid w:val="007C67FA"/>
    <w:rsid w:val="007C7424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1DA"/>
    <w:rsid w:val="008707CC"/>
    <w:rsid w:val="00872F1F"/>
    <w:rsid w:val="008810C7"/>
    <w:rsid w:val="00884D47"/>
    <w:rsid w:val="008A709F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F08"/>
    <w:rsid w:val="00926159"/>
    <w:rsid w:val="00935B17"/>
    <w:rsid w:val="00936AC2"/>
    <w:rsid w:val="00944154"/>
    <w:rsid w:val="00944BEA"/>
    <w:rsid w:val="00957BFD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0055"/>
    <w:rsid w:val="00CB2D26"/>
    <w:rsid w:val="00CB3A6F"/>
    <w:rsid w:val="00CC7E12"/>
    <w:rsid w:val="00CD0478"/>
    <w:rsid w:val="00CD2022"/>
    <w:rsid w:val="00CE2F55"/>
    <w:rsid w:val="00CF5B51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07A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25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POST/DYS/OLD/GZ/00138/2026                        </dmsv2SWPP2ObjectNumber>
    <dmsv2SWPP2SumMD5 xmlns="http://schemas.microsoft.com/sharepoint/v3">997c9d75bc026e0c3b00f0848dcf323f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24152064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JEUP5JKVCYQC-1092029480-14283</_dlc_DocId>
    <_dlc_DocIdUrl xmlns="a19cb1c7-c5c7-46d4-85ae-d83685407bba">
      <Url>https://swpp2.dms.gkpge.pl/sites/41/_layouts/15/DocIdRedir.aspx?ID=JEUP5JKVCYQC-1092029480-14283</Url>
      <Description>JEUP5JKVCYQC-1092029480-14283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617130-B9F5-406E-907A-AD5F5CDDF6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b6a7fc3-c441-41c3-bbfc-a960266391e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EAD525-F30B-48A4-B73C-E07FF8E42FB2}"/>
</file>

<file path=customXml/itemProps5.xml><?xml version="1.0" encoding="utf-8"?>
<ds:datastoreItem xmlns:ds="http://schemas.openxmlformats.org/officeDocument/2006/customXml" ds:itemID="{F09808D7-84B8-4F45-B2CE-51D744E967C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2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15</cp:revision>
  <cp:lastPrinted>2024-07-15T11:21:00Z</cp:lastPrinted>
  <dcterms:created xsi:type="dcterms:W3CDTF">2025-10-02T08:07:00Z</dcterms:created>
  <dcterms:modified xsi:type="dcterms:W3CDTF">2026-01-20T09:01:00Z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b0fba913-a642-4059-84f7-d369a611e555</vt:lpwstr>
  </property>
</Properties>
</file>